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UR </w:t>
      </w:r>
      <w:r w:rsidRPr="00C77AEF">
        <w:rPr>
          <w:rFonts w:ascii="Corbel" w:hAnsi="Corbel"/>
          <w:bCs/>
          <w:i/>
        </w:rPr>
        <w:t xml:space="preserve"> nr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E454F79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202</w:t>
      </w:r>
      <w:r w:rsidR="00C961E2">
        <w:rPr>
          <w:rFonts w:ascii="Corbel" w:hAnsi="Corbel"/>
          <w:i/>
          <w:smallCaps/>
          <w:sz w:val="24"/>
          <w:szCs w:val="24"/>
        </w:rPr>
        <w:t>1</w:t>
      </w:r>
      <w:r w:rsidR="00DC6D0C" w:rsidRPr="00C77AEF">
        <w:rPr>
          <w:rFonts w:ascii="Corbel" w:hAnsi="Corbel"/>
          <w:i/>
          <w:smallCaps/>
          <w:sz w:val="24"/>
          <w:szCs w:val="24"/>
        </w:rPr>
        <w:t>-202</w:t>
      </w:r>
      <w:r w:rsidR="00C961E2">
        <w:rPr>
          <w:rFonts w:ascii="Corbel" w:hAnsi="Corbel"/>
          <w:i/>
          <w:smallCaps/>
          <w:sz w:val="24"/>
          <w:szCs w:val="24"/>
        </w:rPr>
        <w:t>3</w:t>
      </w:r>
    </w:p>
    <w:p w14:paraId="2C0CAE34" w14:textId="0697ADA0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C961E2">
        <w:rPr>
          <w:rFonts w:ascii="Corbel" w:hAnsi="Corbel"/>
          <w:sz w:val="20"/>
          <w:szCs w:val="20"/>
        </w:rPr>
        <w:t>2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C961E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E/II/EP/C-1.4c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77777777" w:rsidR="00015B8F" w:rsidRPr="00C77AEF" w:rsidRDefault="007B22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77777777" w:rsidR="0085747A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77777777" w:rsidR="00C61DC5" w:rsidRPr="00C77AEF" w:rsidRDefault="005063D1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1</w:t>
            </w:r>
            <w:r w:rsidR="00942E17" w:rsidRPr="00C77AE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Zajkowska  M.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4A288" w14:textId="77777777" w:rsidR="003F6CD1" w:rsidRDefault="003F6CD1" w:rsidP="00C16ABF">
      <w:pPr>
        <w:spacing w:after="0" w:line="240" w:lineRule="auto"/>
      </w:pPr>
      <w:r>
        <w:separator/>
      </w:r>
    </w:p>
  </w:endnote>
  <w:endnote w:type="continuationSeparator" w:id="0">
    <w:p w14:paraId="432042DB" w14:textId="77777777" w:rsidR="003F6CD1" w:rsidRDefault="003F6C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B13D5" w14:textId="77777777" w:rsidR="003F6CD1" w:rsidRDefault="003F6CD1" w:rsidP="00C16ABF">
      <w:pPr>
        <w:spacing w:after="0" w:line="240" w:lineRule="auto"/>
      </w:pPr>
      <w:r>
        <w:separator/>
      </w:r>
    </w:p>
  </w:footnote>
  <w:footnote w:type="continuationSeparator" w:id="0">
    <w:p w14:paraId="3A9C0939" w14:textId="77777777" w:rsidR="003F6CD1" w:rsidRDefault="003F6CD1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D1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961E2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0E1478-A681-4527-90D1-3090FFC03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B5BCBF-EEC3-4B65-804A-B3756DD1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931</Words>
  <Characters>5590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2020-11-24T15:08:00Z</dcterms:created>
  <dcterms:modified xsi:type="dcterms:W3CDTF">2021-09-06T05:51:00Z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